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E5C15" w14:textId="77777777" w:rsidR="007F07C4" w:rsidRDefault="007F07C4">
      <w:pPr>
        <w:jc w:val="center"/>
        <w:rPr>
          <w:rFonts w:ascii="Arial" w:hAnsi="Arial" w:cs="Arial"/>
          <w:b/>
          <w:sz w:val="28"/>
          <w:szCs w:val="28"/>
        </w:rPr>
      </w:pPr>
    </w:p>
    <w:p w14:paraId="1B9F700B" w14:textId="77777777" w:rsidR="007F07C4" w:rsidRDefault="00E23942">
      <w:pPr>
        <w:tabs>
          <w:tab w:val="left" w:pos="673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4E9A0460" w14:textId="77777777" w:rsidR="007F07C4" w:rsidRDefault="007F07C4">
      <w:pPr>
        <w:jc w:val="center"/>
        <w:rPr>
          <w:rFonts w:ascii="Arial" w:hAnsi="Arial" w:cs="Arial"/>
          <w:b/>
          <w:sz w:val="28"/>
          <w:szCs w:val="28"/>
        </w:rPr>
      </w:pPr>
    </w:p>
    <w:p w14:paraId="05A6C16D" w14:textId="77777777" w:rsidR="007F07C4" w:rsidRDefault="007F07C4">
      <w:pPr>
        <w:jc w:val="center"/>
        <w:rPr>
          <w:rFonts w:ascii="Arial" w:hAnsi="Arial" w:cs="Arial"/>
          <w:b/>
          <w:sz w:val="28"/>
          <w:szCs w:val="28"/>
        </w:rPr>
      </w:pPr>
    </w:p>
    <w:p w14:paraId="6957314F" w14:textId="77777777" w:rsidR="007F07C4" w:rsidRDefault="007F07C4">
      <w:pPr>
        <w:jc w:val="center"/>
        <w:rPr>
          <w:rFonts w:ascii="Arial" w:hAnsi="Arial" w:cs="Arial"/>
          <w:b/>
          <w:sz w:val="28"/>
          <w:szCs w:val="28"/>
        </w:rPr>
      </w:pPr>
    </w:p>
    <w:p w14:paraId="510BA52D" w14:textId="23960A7D" w:rsidR="007F07C4" w:rsidRDefault="00E2394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Seznam významných </w:t>
      </w:r>
      <w:r w:rsidR="00036FED">
        <w:rPr>
          <w:rFonts w:ascii="Arial" w:hAnsi="Arial" w:cs="Arial"/>
          <w:b/>
          <w:sz w:val="28"/>
          <w:szCs w:val="28"/>
        </w:rPr>
        <w:t>zakázek (</w:t>
      </w:r>
      <w:r w:rsidR="00A80869" w:rsidRPr="00A80869">
        <w:rPr>
          <w:rFonts w:ascii="Arial" w:hAnsi="Arial" w:cs="Arial"/>
          <w:b/>
          <w:sz w:val="28"/>
          <w:szCs w:val="28"/>
        </w:rPr>
        <w:t>stavebních prací</w:t>
      </w:r>
      <w:r w:rsidR="00036FED">
        <w:rPr>
          <w:rFonts w:ascii="Arial" w:hAnsi="Arial" w:cs="Arial"/>
          <w:b/>
          <w:sz w:val="28"/>
          <w:szCs w:val="28"/>
        </w:rPr>
        <w:t>)</w:t>
      </w:r>
    </w:p>
    <w:p w14:paraId="46CC8464" w14:textId="77777777" w:rsidR="007F07C4" w:rsidRDefault="007F07C4"/>
    <w:p w14:paraId="2EFFD063" w14:textId="77777777" w:rsidR="007F07C4" w:rsidRDefault="007F07C4"/>
    <w:tbl>
      <w:tblPr>
        <w:tblStyle w:val="Mkatabulky"/>
        <w:tblpPr w:leftFromText="141" w:rightFromText="141" w:vertAnchor="text" w:horzAnchor="margin" w:tblpXSpec="center" w:tblpY="-38"/>
        <w:tblW w:w="1569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082"/>
        <w:gridCol w:w="2126"/>
        <w:gridCol w:w="2977"/>
        <w:gridCol w:w="2268"/>
        <w:gridCol w:w="3402"/>
        <w:gridCol w:w="2835"/>
      </w:tblGrid>
      <w:tr w:rsidR="007F07C4" w14:paraId="06037B0E" w14:textId="77777777" w:rsidTr="003E101D">
        <w:trPr>
          <w:trHeight w:val="364"/>
        </w:trPr>
        <w:tc>
          <w:tcPr>
            <w:tcW w:w="2082" w:type="dxa"/>
            <w:vAlign w:val="center"/>
          </w:tcPr>
          <w:p w14:paraId="26EA3A90" w14:textId="77777777" w:rsidR="007F07C4" w:rsidRDefault="007F07C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D55C91" w14:textId="77777777" w:rsidR="007F07C4" w:rsidRDefault="00E2394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  <w:p w14:paraId="4E4CC745" w14:textId="77777777" w:rsidR="007F07C4" w:rsidRDefault="007F07C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608" w:type="dxa"/>
            <w:gridSpan w:val="5"/>
            <w:vAlign w:val="center"/>
          </w:tcPr>
          <w:p w14:paraId="28744431" w14:textId="77777777" w:rsidR="00036FED" w:rsidRPr="00036FED" w:rsidRDefault="00036FED" w:rsidP="00036FED">
            <w:pPr>
              <w:jc w:val="center"/>
              <w:rPr>
                <w:b/>
                <w:sz w:val="28"/>
                <w:szCs w:val="28"/>
              </w:rPr>
            </w:pPr>
            <w:r w:rsidRPr="00036FED">
              <w:rPr>
                <w:rFonts w:cs="Arial"/>
                <w:b/>
                <w:iCs/>
                <w:sz w:val="28"/>
                <w:szCs w:val="28"/>
              </w:rPr>
              <w:t xml:space="preserve">Oprava mostu k budově urgentního příjmu v areálu Nemocnice Most, </w:t>
            </w:r>
            <w:proofErr w:type="spellStart"/>
            <w:r w:rsidRPr="00036FED">
              <w:rPr>
                <w:rFonts w:cs="Arial"/>
                <w:b/>
                <w:iCs/>
                <w:sz w:val="28"/>
                <w:szCs w:val="28"/>
              </w:rPr>
              <w:t>o.z</w:t>
            </w:r>
            <w:proofErr w:type="spellEnd"/>
            <w:r w:rsidRPr="00036FED">
              <w:rPr>
                <w:rFonts w:cs="Arial"/>
                <w:b/>
                <w:iCs/>
                <w:sz w:val="28"/>
                <w:szCs w:val="28"/>
              </w:rPr>
              <w:t xml:space="preserve">. - </w:t>
            </w:r>
            <w:r w:rsidRPr="00036FED">
              <w:rPr>
                <w:b/>
                <w:sz w:val="28"/>
                <w:szCs w:val="28"/>
              </w:rPr>
              <w:t>DESIGN &amp; BUILD</w:t>
            </w:r>
          </w:p>
          <w:p w14:paraId="72857C6E" w14:textId="00FC0E58" w:rsidR="007F07C4" w:rsidRPr="003E101D" w:rsidRDefault="007F07C4" w:rsidP="002C48E4">
            <w:pPr>
              <w:rPr>
                <w:rFonts w:ascii="Arial" w:hAnsi="Arial" w:cs="Arial"/>
                <w:b/>
                <w:color w:val="FF9900"/>
                <w:sz w:val="20"/>
                <w:szCs w:val="20"/>
              </w:rPr>
            </w:pPr>
          </w:p>
        </w:tc>
      </w:tr>
      <w:tr w:rsidR="007F07C4" w14:paraId="3F441F43" w14:textId="77777777" w:rsidTr="003E101D">
        <w:trPr>
          <w:trHeight w:val="670"/>
        </w:trPr>
        <w:tc>
          <w:tcPr>
            <w:tcW w:w="2082" w:type="dxa"/>
            <w:vAlign w:val="center"/>
          </w:tcPr>
          <w:p w14:paraId="4E947B90" w14:textId="77777777" w:rsidR="007F07C4" w:rsidRDefault="00E2394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  <w:tc>
          <w:tcPr>
            <w:tcW w:w="13608" w:type="dxa"/>
            <w:gridSpan w:val="5"/>
            <w:vAlign w:val="center"/>
          </w:tcPr>
          <w:p w14:paraId="315514FC" w14:textId="77777777" w:rsidR="007F07C4" w:rsidRDefault="00E239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Krajská zdravotní, a.s.</w:t>
            </w:r>
          </w:p>
          <w:p w14:paraId="2812E0F0" w14:textId="370F4C25" w:rsidR="007F07C4" w:rsidRDefault="00E2394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sídlem Ústí nad Labem, Sociální péče 3316/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376C7D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PSČ 401 13, </w:t>
            </w:r>
          </w:p>
          <w:p w14:paraId="774C2569" w14:textId="77777777" w:rsidR="007F07C4" w:rsidRDefault="00E239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společnost zapsaná v obchodním rejstříku vedeném Krajským soudem v Ústí nad Labem pod spisovou značkou B 1550, IČO: 254 88 627</w:t>
            </w:r>
          </w:p>
        </w:tc>
      </w:tr>
      <w:tr w:rsidR="007F07C4" w14:paraId="64862A1B" w14:textId="77777777" w:rsidTr="003E101D">
        <w:trPr>
          <w:trHeight w:val="670"/>
        </w:trPr>
        <w:tc>
          <w:tcPr>
            <w:tcW w:w="2082" w:type="dxa"/>
            <w:vAlign w:val="center"/>
          </w:tcPr>
          <w:p w14:paraId="33701965" w14:textId="77777777" w:rsidR="007F07C4" w:rsidRDefault="00E2394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nebo poddodavatel:</w:t>
            </w:r>
          </w:p>
        </w:tc>
        <w:tc>
          <w:tcPr>
            <w:tcW w:w="13608" w:type="dxa"/>
            <w:gridSpan w:val="5"/>
            <w:vAlign w:val="center"/>
          </w:tcPr>
          <w:p w14:paraId="6E8AF92D" w14:textId="77777777" w:rsidR="007F07C4" w:rsidRDefault="00E239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název, adresa, IČO</w:t>
            </w:r>
          </w:p>
        </w:tc>
      </w:tr>
      <w:tr w:rsidR="007F07C4" w14:paraId="2A3E7A6C" w14:textId="77777777" w:rsidTr="003E101D">
        <w:trPr>
          <w:trHeight w:hRule="exact" w:val="1312"/>
        </w:trPr>
        <w:tc>
          <w:tcPr>
            <w:tcW w:w="2082" w:type="dxa"/>
            <w:shd w:val="clear" w:color="auto" w:fill="CCEDFF" w:themeFill="text2" w:themeFillTint="33"/>
            <w:vAlign w:val="center"/>
          </w:tcPr>
          <w:p w14:paraId="47CFE13A" w14:textId="33273DD2" w:rsidR="002C48E4" w:rsidRPr="002C48E4" w:rsidRDefault="003E101D" w:rsidP="00714B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Specifikace </w:t>
            </w:r>
            <w:r w:rsidR="00714BA9">
              <w:rPr>
                <w:rFonts w:ascii="Arial" w:hAnsi="Arial" w:cs="Arial"/>
                <w:b/>
                <w:sz w:val="18"/>
                <w:szCs w:val="18"/>
              </w:rPr>
              <w:t>stavby</w:t>
            </w:r>
          </w:p>
        </w:tc>
        <w:tc>
          <w:tcPr>
            <w:tcW w:w="2126" w:type="dxa"/>
            <w:shd w:val="clear" w:color="auto" w:fill="CCEDFF" w:themeFill="text2" w:themeFillTint="33"/>
            <w:vAlign w:val="center"/>
          </w:tcPr>
          <w:p w14:paraId="0D0055B3" w14:textId="5C88B2E0" w:rsidR="007F07C4" w:rsidRDefault="003E10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Doba poskytnutí s</w:t>
            </w:r>
            <w:r w:rsidR="00376C7D">
              <w:rPr>
                <w:rFonts w:ascii="Arial" w:hAnsi="Arial" w:cs="Arial"/>
                <w:b/>
                <w:sz w:val="18"/>
                <w:szCs w:val="18"/>
              </w:rPr>
              <w:t>tavebních prací</w:t>
            </w:r>
          </w:p>
          <w:p w14:paraId="60E46F85" w14:textId="77777777" w:rsidR="007F07C4" w:rsidRDefault="00E239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(datum, popř. časové rozmezí od / do*)</w:t>
            </w:r>
          </w:p>
        </w:tc>
        <w:tc>
          <w:tcPr>
            <w:tcW w:w="2977" w:type="dxa"/>
            <w:shd w:val="clear" w:color="auto" w:fill="CCEDFF" w:themeFill="text2" w:themeFillTint="33"/>
            <w:vAlign w:val="center"/>
          </w:tcPr>
          <w:p w14:paraId="369723B3" w14:textId="77777777" w:rsidR="007F07C4" w:rsidRDefault="003E10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101D">
              <w:rPr>
                <w:rFonts w:ascii="Arial" w:hAnsi="Arial" w:cs="Arial"/>
                <w:b/>
                <w:sz w:val="18"/>
                <w:szCs w:val="18"/>
              </w:rPr>
              <w:t xml:space="preserve">Identifikační údaje objednatele </w:t>
            </w:r>
            <w:r w:rsidRPr="003E101D">
              <w:rPr>
                <w:rFonts w:ascii="Arial" w:hAnsi="Arial" w:cs="Arial"/>
                <w:sz w:val="18"/>
                <w:szCs w:val="18"/>
              </w:rPr>
              <w:t>(obchodní firma/název/jméno, sídlo, IČO)</w:t>
            </w:r>
          </w:p>
        </w:tc>
        <w:tc>
          <w:tcPr>
            <w:tcW w:w="2268" w:type="dxa"/>
            <w:shd w:val="clear" w:color="auto" w:fill="CCEDFF" w:themeFill="text2" w:themeFillTint="33"/>
            <w:vAlign w:val="center"/>
          </w:tcPr>
          <w:p w14:paraId="5F415075" w14:textId="77777777" w:rsidR="007F07C4" w:rsidRDefault="00E2394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předmětu plnění</w:t>
            </w:r>
          </w:p>
        </w:tc>
        <w:tc>
          <w:tcPr>
            <w:tcW w:w="3402" w:type="dxa"/>
            <w:shd w:val="clear" w:color="auto" w:fill="CCEDFF" w:themeFill="text2" w:themeFillTint="33"/>
            <w:vAlign w:val="center"/>
          </w:tcPr>
          <w:p w14:paraId="67B88ED0" w14:textId="6FB1EC8B" w:rsidR="007F07C4" w:rsidRDefault="003E10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101D">
              <w:rPr>
                <w:rFonts w:ascii="Arial" w:hAnsi="Arial" w:cs="Arial"/>
                <w:b/>
                <w:sz w:val="18"/>
                <w:szCs w:val="18"/>
              </w:rPr>
              <w:t xml:space="preserve">Jména a kontaktní údaje osob, u nichž je možné údaje o významných </w:t>
            </w:r>
            <w:r w:rsidR="00376C7D">
              <w:rPr>
                <w:rFonts w:ascii="Arial" w:hAnsi="Arial" w:cs="Arial"/>
                <w:b/>
                <w:sz w:val="18"/>
                <w:szCs w:val="18"/>
              </w:rPr>
              <w:t>stavebních pracích</w:t>
            </w:r>
            <w:r w:rsidRPr="003E101D">
              <w:rPr>
                <w:rFonts w:ascii="Arial" w:hAnsi="Arial" w:cs="Arial"/>
                <w:b/>
                <w:sz w:val="18"/>
                <w:szCs w:val="18"/>
              </w:rPr>
              <w:t xml:space="preserve"> ověřit </w:t>
            </w:r>
            <w:r w:rsidRPr="003E101D">
              <w:rPr>
                <w:rFonts w:ascii="Arial" w:hAnsi="Arial" w:cs="Arial"/>
                <w:sz w:val="18"/>
                <w:szCs w:val="18"/>
              </w:rPr>
              <w:t>(název, adresa, IČO)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2E4BBA80" w14:textId="1B57DEFF" w:rsidR="007F07C4" w:rsidRPr="00376C7D" w:rsidRDefault="003E10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C7D">
              <w:rPr>
                <w:rFonts w:ascii="Arial" w:hAnsi="Arial" w:cs="Arial"/>
                <w:b/>
                <w:sz w:val="18"/>
                <w:szCs w:val="18"/>
              </w:rPr>
              <w:t>Výši nákladů stanovených dodavatelem zpracovanou projektovou dokumentací</w:t>
            </w:r>
            <w:r w:rsidRPr="00376C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3942" w:rsidRPr="00376C7D">
              <w:rPr>
                <w:rFonts w:ascii="Arial" w:hAnsi="Arial" w:cs="Arial"/>
                <w:sz w:val="18"/>
                <w:szCs w:val="18"/>
              </w:rPr>
              <w:t>(v Kč bez DPH)</w:t>
            </w:r>
          </w:p>
        </w:tc>
      </w:tr>
      <w:tr w:rsidR="007F07C4" w14:paraId="7ED48085" w14:textId="77777777" w:rsidTr="003E101D">
        <w:trPr>
          <w:trHeight w:val="641"/>
        </w:trPr>
        <w:tc>
          <w:tcPr>
            <w:tcW w:w="2082" w:type="dxa"/>
            <w:vAlign w:val="center"/>
          </w:tcPr>
          <w:p w14:paraId="39EB445F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AAC0C3" w14:textId="77777777" w:rsidR="007F07C4" w:rsidRDefault="007F07C4">
            <w:pPr>
              <w:tabs>
                <w:tab w:val="left" w:pos="1339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EB1C0EB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442ED88" w14:textId="77777777" w:rsidR="007F07C4" w:rsidRDefault="007F07C4">
            <w:pPr>
              <w:tabs>
                <w:tab w:val="left" w:pos="2167"/>
              </w:tabs>
              <w:ind w:left="3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69F6567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C0208F1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51DEE60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84EB722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07C4" w14:paraId="30BECCDF" w14:textId="77777777" w:rsidTr="003E101D">
        <w:trPr>
          <w:trHeight w:val="641"/>
        </w:trPr>
        <w:tc>
          <w:tcPr>
            <w:tcW w:w="2082" w:type="dxa"/>
            <w:vAlign w:val="center"/>
          </w:tcPr>
          <w:p w14:paraId="3953612F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C40D15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36C3A2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9FBF200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17F9CCC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7AF4428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29D68AB9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694AD08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C64CFF" w14:textId="77777777" w:rsidR="007F07C4" w:rsidRDefault="00E23942">
      <w:pPr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V případě rámcové dohody uvést o jaké rozhodné období se jedná</w:t>
      </w:r>
    </w:p>
    <w:p w14:paraId="2C849F24" w14:textId="77777777" w:rsidR="007F07C4" w:rsidRDefault="007F07C4">
      <w:pPr>
        <w:rPr>
          <w:rFonts w:ascii="Arial" w:hAnsi="Arial" w:cs="Arial"/>
          <w:sz w:val="20"/>
          <w:szCs w:val="20"/>
        </w:rPr>
      </w:pPr>
    </w:p>
    <w:p w14:paraId="76D9ED02" w14:textId="77777777" w:rsidR="007F07C4" w:rsidRDefault="007F07C4">
      <w:pPr>
        <w:rPr>
          <w:rFonts w:ascii="Arial" w:hAnsi="Arial" w:cs="Arial"/>
          <w:sz w:val="20"/>
          <w:szCs w:val="20"/>
        </w:rPr>
      </w:pPr>
    </w:p>
    <w:p w14:paraId="21666A21" w14:textId="77777777" w:rsidR="007F07C4" w:rsidRDefault="00E2394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 dne ………………</w:t>
      </w:r>
    </w:p>
    <w:p w14:paraId="710225F6" w14:textId="77777777" w:rsidR="007F07C4" w:rsidRDefault="00E2394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……………………………………………………….</w:t>
      </w:r>
    </w:p>
    <w:p w14:paraId="7A77547C" w14:textId="77777777" w:rsidR="007F07C4" w:rsidRDefault="00E2394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Jméno, podpis</w:t>
      </w:r>
    </w:p>
    <w:p w14:paraId="4EF11EA5" w14:textId="77777777" w:rsidR="007F07C4" w:rsidRDefault="00E2394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Tento seznam referencí podepisuji jako </w:t>
      </w:r>
      <w:r>
        <w:rPr>
          <w:rFonts w:ascii="Arial" w:hAnsi="Arial" w:cs="Arial"/>
          <w:iCs/>
          <w:sz w:val="18"/>
          <w:szCs w:val="18"/>
        </w:rPr>
        <w:t>osoba oprávněná jednat za účastníka.</w:t>
      </w:r>
    </w:p>
    <w:sectPr w:rsidR="007F07C4">
      <w:headerReference w:type="default" r:id="rId7"/>
      <w:footerReference w:type="default" r:id="rId8"/>
      <w:pgSz w:w="16838" w:h="11906" w:orient="landscape" w:code="9"/>
      <w:pgMar w:top="567" w:right="1103" w:bottom="567" w:left="1134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4F8C5" w14:textId="77777777" w:rsidR="000B73B4" w:rsidRDefault="000B73B4">
      <w:r>
        <w:separator/>
      </w:r>
    </w:p>
  </w:endnote>
  <w:endnote w:type="continuationSeparator" w:id="0">
    <w:p w14:paraId="4CD123F3" w14:textId="77777777" w:rsidR="000B73B4" w:rsidRDefault="000B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1E5F" w14:textId="77777777" w:rsidR="007F07C4" w:rsidRDefault="00E23942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2C48E4"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2C48E4"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</w:p>
  <w:p w14:paraId="31FDC1FF" w14:textId="77777777" w:rsidR="00D735DE" w:rsidRDefault="00D735DE" w:rsidP="00D735DE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F080F80" wp14:editId="2347A6B9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84F83E" w14:textId="77777777" w:rsidR="00D735DE" w:rsidRPr="00240FFA" w:rsidRDefault="00D735DE" w:rsidP="00D735DE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1E342BE1" w14:textId="77777777" w:rsidR="00D735DE" w:rsidRPr="00240FFA" w:rsidRDefault="00D735DE" w:rsidP="00D735DE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528429E8" w14:textId="77777777" w:rsidR="00D735DE" w:rsidRPr="00240FFA" w:rsidRDefault="00D735DE" w:rsidP="00D735DE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080F80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0E84F83E" w14:textId="77777777" w:rsidR="00D735DE" w:rsidRPr="00240FFA" w:rsidRDefault="00D735DE" w:rsidP="00D735DE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1E342BE1" w14:textId="77777777" w:rsidR="00D735DE" w:rsidRPr="00240FFA" w:rsidRDefault="00D735DE" w:rsidP="00D735DE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528429E8" w14:textId="77777777" w:rsidR="00D735DE" w:rsidRPr="00240FFA" w:rsidRDefault="00D735DE" w:rsidP="00D735DE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ED3DF8D" wp14:editId="7133DD9D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0A382E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C9D57B" wp14:editId="730FBCDA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6D24D0" w14:textId="77777777" w:rsidR="00D735DE" w:rsidRPr="00AB233A" w:rsidRDefault="00D735DE" w:rsidP="00D735DE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0D29EC73" w14:textId="77777777" w:rsidR="00D735DE" w:rsidRDefault="00D735DE" w:rsidP="00D735DE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1C60A3B0" w14:textId="77777777" w:rsidR="00D735DE" w:rsidRPr="00AB233A" w:rsidRDefault="00D735DE" w:rsidP="00D735DE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nad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DC9D57B"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36D24D0" w14:textId="77777777" w:rsidR="00D735DE" w:rsidRPr="00AB233A" w:rsidRDefault="00D735DE" w:rsidP="00D735DE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0D29EC73" w14:textId="77777777" w:rsidR="00D735DE" w:rsidRDefault="00D735DE" w:rsidP="00D735DE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1C60A3B0" w14:textId="77777777" w:rsidR="00D735DE" w:rsidRPr="00AB233A" w:rsidRDefault="00D735DE" w:rsidP="00D735DE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nad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DCCEA10" wp14:editId="793C2CD1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E138F5" w14:textId="77777777" w:rsidR="00D735DE" w:rsidRPr="00240FFA" w:rsidRDefault="00D735DE" w:rsidP="00D735DE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4F52B764" w14:textId="77777777" w:rsidR="00D735DE" w:rsidRPr="00240FFA" w:rsidRDefault="00D735DE" w:rsidP="00D735DE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33524D7F" w14:textId="77777777" w:rsidR="00D735DE" w:rsidRPr="00240FFA" w:rsidRDefault="00D735DE" w:rsidP="00D735DE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CCEA10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4E138F5" w14:textId="77777777" w:rsidR="00D735DE" w:rsidRPr="00240FFA" w:rsidRDefault="00D735DE" w:rsidP="00D735DE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4F52B764" w14:textId="77777777" w:rsidR="00D735DE" w:rsidRPr="00240FFA" w:rsidRDefault="00D735DE" w:rsidP="00D735DE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33524D7F" w14:textId="77777777" w:rsidR="00D735DE" w:rsidRPr="00240FFA" w:rsidRDefault="00D735DE" w:rsidP="00D735DE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90594C" wp14:editId="00BE6665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86FC17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236AE37F" wp14:editId="56A63875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111A2" w14:textId="77777777" w:rsidR="007F07C4" w:rsidRDefault="007F07C4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522E35A3" w14:textId="77777777" w:rsidR="007F07C4" w:rsidRDefault="007F07C4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2A3D4" w14:textId="77777777" w:rsidR="000B73B4" w:rsidRDefault="000B73B4">
      <w:r>
        <w:separator/>
      </w:r>
    </w:p>
  </w:footnote>
  <w:footnote w:type="continuationSeparator" w:id="0">
    <w:p w14:paraId="6C20B245" w14:textId="77777777" w:rsidR="000B73B4" w:rsidRDefault="000B7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61B3D" w14:textId="77777777" w:rsidR="00D735DE" w:rsidRDefault="00D735DE" w:rsidP="00D735DE">
    <w:pPr>
      <w:pStyle w:val="Zhlav"/>
      <w:tabs>
        <w:tab w:val="clear" w:pos="4536"/>
        <w:tab w:val="clear" w:pos="9072"/>
        <w:tab w:val="right" w:pos="9923"/>
      </w:tabs>
    </w:pPr>
    <w:r w:rsidRPr="00717A15">
      <w:rPr>
        <w:color w:val="A6A6A6"/>
        <w:sz w:val="16"/>
        <w:szCs w:val="16"/>
      </w:rPr>
      <w:tab/>
      <w:t xml:space="preserve">Stránka </w:t>
    </w:r>
    <w:r w:rsidRPr="00717A15">
      <w:rPr>
        <w:b/>
        <w:bCs/>
        <w:color w:val="A6A6A6"/>
        <w:sz w:val="16"/>
        <w:szCs w:val="16"/>
      </w:rPr>
      <w:fldChar w:fldCharType="begin"/>
    </w:r>
    <w:r w:rsidRPr="00717A15">
      <w:rPr>
        <w:b/>
        <w:bCs/>
        <w:color w:val="A6A6A6"/>
        <w:sz w:val="16"/>
        <w:szCs w:val="16"/>
      </w:rPr>
      <w:instrText>PAGE  \* Arabic  \* MERGEFORMAT</w:instrText>
    </w:r>
    <w:r w:rsidRPr="00717A15">
      <w:rPr>
        <w:b/>
        <w:bCs/>
        <w:color w:val="A6A6A6"/>
        <w:sz w:val="16"/>
        <w:szCs w:val="16"/>
      </w:rPr>
      <w:fldChar w:fldCharType="separate"/>
    </w:r>
    <w:r>
      <w:rPr>
        <w:b/>
        <w:bCs/>
        <w:color w:val="A6A6A6"/>
        <w:sz w:val="16"/>
        <w:szCs w:val="16"/>
      </w:rPr>
      <w:t>1</w:t>
    </w:r>
    <w:r w:rsidRPr="00717A15">
      <w:rPr>
        <w:b/>
        <w:bCs/>
        <w:color w:val="A6A6A6"/>
        <w:sz w:val="16"/>
        <w:szCs w:val="16"/>
      </w:rPr>
      <w:fldChar w:fldCharType="end"/>
    </w:r>
    <w:r w:rsidRPr="00717A15">
      <w:rPr>
        <w:color w:val="A6A6A6"/>
        <w:sz w:val="16"/>
        <w:szCs w:val="16"/>
      </w:rPr>
      <w:t xml:space="preserve"> z </w:t>
    </w:r>
    <w:r w:rsidRPr="00717A15">
      <w:rPr>
        <w:b/>
        <w:bCs/>
        <w:color w:val="A6A6A6"/>
        <w:sz w:val="16"/>
        <w:szCs w:val="16"/>
      </w:rPr>
      <w:fldChar w:fldCharType="begin"/>
    </w:r>
    <w:r w:rsidRPr="00717A15">
      <w:rPr>
        <w:b/>
        <w:bCs/>
        <w:color w:val="A6A6A6"/>
        <w:sz w:val="16"/>
        <w:szCs w:val="16"/>
      </w:rPr>
      <w:instrText>NUMPAGES  \* Arabic  \* MERGEFORMAT</w:instrText>
    </w:r>
    <w:r w:rsidRPr="00717A15">
      <w:rPr>
        <w:b/>
        <w:bCs/>
        <w:color w:val="A6A6A6"/>
        <w:sz w:val="16"/>
        <w:szCs w:val="16"/>
      </w:rPr>
      <w:fldChar w:fldCharType="separate"/>
    </w:r>
    <w:r>
      <w:rPr>
        <w:b/>
        <w:bCs/>
        <w:color w:val="A6A6A6"/>
        <w:sz w:val="16"/>
        <w:szCs w:val="16"/>
      </w:rPr>
      <w:t>2</w:t>
    </w:r>
    <w:r w:rsidRPr="00717A15">
      <w:rPr>
        <w:b/>
        <w:bCs/>
        <w:color w:val="A6A6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257FBA32" wp14:editId="3016CB22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5" name="Obrázek 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7BAF50" wp14:editId="250199B5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F86ED6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1D2A53DD" w14:textId="5213000F" w:rsidR="007F07C4" w:rsidRDefault="007F07C4">
    <w:pPr>
      <w:pStyle w:val="Zhlav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7C4"/>
    <w:rsid w:val="00036FED"/>
    <w:rsid w:val="000B73B4"/>
    <w:rsid w:val="001F7EB9"/>
    <w:rsid w:val="00207AAF"/>
    <w:rsid w:val="002C48E4"/>
    <w:rsid w:val="00376C7D"/>
    <w:rsid w:val="003E101D"/>
    <w:rsid w:val="004537AE"/>
    <w:rsid w:val="005C5100"/>
    <w:rsid w:val="0064474D"/>
    <w:rsid w:val="00714BA9"/>
    <w:rsid w:val="007F07C4"/>
    <w:rsid w:val="0084474E"/>
    <w:rsid w:val="008A087A"/>
    <w:rsid w:val="00A80869"/>
    <w:rsid w:val="00B248BB"/>
    <w:rsid w:val="00C30E70"/>
    <w:rsid w:val="00D735DE"/>
    <w:rsid w:val="00E23942"/>
    <w:rsid w:val="00FB17EC"/>
    <w:rsid w:val="00FE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687CF3"/>
  <w15:chartTrackingRefBased/>
  <w15:docId w15:val="{FF636057-6890-4AE1-AD06-D38C2D36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rFonts w:ascii="Arial" w:hAnsi="Arial"/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zapati">
    <w:name w:val="text zapati"/>
    <w:basedOn w:val="Normln"/>
    <w:next w:val="Normln"/>
    <w:link w:val="textzapatiChar"/>
    <w:qFormat/>
    <w:rsid w:val="00D735DE"/>
    <w:pPr>
      <w:spacing w:line="360" w:lineRule="auto"/>
    </w:pPr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D735DE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71388-4C3B-43A9-B69C-FEDAE2A1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Chladová Radka</cp:lastModifiedBy>
  <cp:revision>4</cp:revision>
  <dcterms:created xsi:type="dcterms:W3CDTF">2025-06-11T14:20:00Z</dcterms:created>
  <dcterms:modified xsi:type="dcterms:W3CDTF">2025-09-11T11:17:00Z</dcterms:modified>
</cp:coreProperties>
</file>